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014D25EE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07B4DA08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401D0BB8" w14:textId="280591A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280EC2">
        <w:rPr>
          <w:rFonts w:ascii="Corbel" w:hAnsi="Corbel"/>
          <w:i/>
          <w:smallCaps/>
          <w:sz w:val="24"/>
          <w:szCs w:val="24"/>
        </w:rPr>
        <w:t>2022/2023-2024/2025</w:t>
      </w:r>
    </w:p>
    <w:p w:rsidR="0085747A" w:rsidP="00EA4832" w:rsidRDefault="00EA4832" w14:paraId="35577AA2" w14:textId="798DEAE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BDE7071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</w:t>
      </w:r>
      <w:r>
        <w:tab/>
      </w:r>
      <w:r w:rsidRPr="0BDE7071" w:rsidR="00EA4832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0BDE7071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0BDE7071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7808607B" w14:textId="6428A79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</w:t>
      </w:r>
      <w:r w:rsidR="00445970">
        <w:rPr>
          <w:rFonts w:ascii="Corbel" w:hAnsi="Corbel"/>
          <w:sz w:val="20"/>
          <w:szCs w:val="20"/>
        </w:rPr>
        <w:t xml:space="preserve">akademicki </w:t>
      </w:r>
      <w:r w:rsidR="00280EC2">
        <w:rPr>
          <w:rFonts w:ascii="Corbel" w:hAnsi="Corbel"/>
          <w:sz w:val="20"/>
          <w:szCs w:val="20"/>
        </w:rPr>
        <w:t>202</w:t>
      </w:r>
      <w:r w:rsidR="009449DC">
        <w:rPr>
          <w:rFonts w:ascii="Corbel" w:hAnsi="Corbel"/>
          <w:sz w:val="20"/>
          <w:szCs w:val="20"/>
        </w:rPr>
        <w:t>3</w:t>
      </w:r>
      <w:r w:rsidR="00280EC2">
        <w:rPr>
          <w:rFonts w:ascii="Corbel" w:hAnsi="Corbel"/>
          <w:sz w:val="20"/>
          <w:szCs w:val="20"/>
        </w:rPr>
        <w:t>/202</w:t>
      </w:r>
      <w:r w:rsidR="009449DC">
        <w:rPr>
          <w:rFonts w:ascii="Corbel" w:hAnsi="Corbel"/>
          <w:sz w:val="20"/>
          <w:szCs w:val="20"/>
        </w:rPr>
        <w:t>4</w:t>
      </w:r>
    </w:p>
    <w:p w:rsidRPr="009C54AE" w:rsidR="0085747A" w:rsidP="009C54AE" w:rsidRDefault="0085747A" w14:paraId="746A416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B5BC37E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280EC2" w:rsidTr="0BDE7071" w14:paraId="4F3756D8" w14:textId="77777777">
        <w:tc>
          <w:tcPr>
            <w:tcW w:w="2694" w:type="dxa"/>
            <w:tcMar/>
            <w:vAlign w:val="center"/>
          </w:tcPr>
          <w:p w:rsidRPr="009C54AE" w:rsidR="00280EC2" w:rsidP="00280EC2" w:rsidRDefault="00280EC2" w14:paraId="7A677FB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</w:tcPr>
          <w:p w:rsidRPr="009C54AE" w:rsidR="00280EC2" w:rsidP="0BDE7071" w:rsidRDefault="00280EC2" w14:paraId="6F9C034B" w14:textId="57805C34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BDE7071" w:rsidR="00280EC2">
              <w:rPr>
                <w:rFonts w:ascii="Corbel" w:hAnsi="Corbel"/>
                <w:b w:val="1"/>
                <w:bCs w:val="1"/>
                <w:sz w:val="24"/>
                <w:szCs w:val="24"/>
              </w:rPr>
              <w:t>Publiczne prawo bankowe</w:t>
            </w:r>
          </w:p>
        </w:tc>
      </w:tr>
      <w:tr w:rsidRPr="009C54AE" w:rsidR="00280EC2" w:rsidTr="0BDE7071" w14:paraId="72D52A39" w14:textId="77777777">
        <w:tc>
          <w:tcPr>
            <w:tcW w:w="2694" w:type="dxa"/>
            <w:tcMar/>
            <w:vAlign w:val="center"/>
          </w:tcPr>
          <w:p w:rsidRPr="009C54AE" w:rsidR="00280EC2" w:rsidP="00280EC2" w:rsidRDefault="00280EC2" w14:paraId="190B8D6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</w:tcPr>
          <w:p w:rsidRPr="009C54AE" w:rsidR="00280EC2" w:rsidP="00280EC2" w:rsidRDefault="009449DC" w14:paraId="6B3BDE89" w14:textId="6A263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Aso38</w:t>
            </w:r>
          </w:p>
        </w:tc>
      </w:tr>
      <w:tr w:rsidRPr="009C54AE" w:rsidR="00280EC2" w:rsidTr="0BDE7071" w14:paraId="79DE4928" w14:textId="77777777">
        <w:tc>
          <w:tcPr>
            <w:tcW w:w="2694" w:type="dxa"/>
            <w:tcMar/>
            <w:vAlign w:val="center"/>
          </w:tcPr>
          <w:p w:rsidRPr="009C54AE" w:rsidR="00280EC2" w:rsidP="00280EC2" w:rsidRDefault="00280EC2" w14:paraId="76C1C1AB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</w:tcPr>
          <w:p w:rsidRPr="009C54AE" w:rsidR="00280EC2" w:rsidP="0BDE7071" w:rsidRDefault="00F56C35" w14:paraId="022FABCB" w14:textId="65FDE60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BDE7071" w:rsidR="00F56C3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Kolegium Nauk Społecznych, </w:t>
            </w:r>
          </w:p>
        </w:tc>
      </w:tr>
      <w:tr w:rsidRPr="009C54AE" w:rsidR="00280EC2" w:rsidTr="0BDE7071" w14:paraId="3217107C" w14:textId="77777777">
        <w:tc>
          <w:tcPr>
            <w:tcW w:w="2694" w:type="dxa"/>
            <w:tcMar/>
            <w:vAlign w:val="center"/>
          </w:tcPr>
          <w:p w:rsidRPr="009C54AE" w:rsidR="00280EC2" w:rsidP="00280EC2" w:rsidRDefault="00280EC2" w14:paraId="5FA98F7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</w:tcPr>
          <w:p w:rsidRPr="009C54AE" w:rsidR="00280EC2" w:rsidP="0BDE7071" w:rsidRDefault="00280EC2" w14:paraId="06F2F7BF" w14:textId="1052A29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BDE7071" w:rsidR="0B83E94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0BDE7071" w:rsidR="00280EC2">
              <w:rPr>
                <w:rFonts w:ascii="Corbel" w:hAnsi="Corbel"/>
                <w:b w:val="0"/>
                <w:bCs w:val="0"/>
                <w:sz w:val="24"/>
                <w:szCs w:val="24"/>
              </w:rPr>
              <w:t>Zakład Prawa Finansowego</w:t>
            </w:r>
          </w:p>
        </w:tc>
      </w:tr>
      <w:tr w:rsidRPr="009C54AE" w:rsidR="00280EC2" w:rsidTr="0BDE7071" w14:paraId="100B2004" w14:textId="77777777">
        <w:tc>
          <w:tcPr>
            <w:tcW w:w="2694" w:type="dxa"/>
            <w:tcMar/>
            <w:vAlign w:val="center"/>
          </w:tcPr>
          <w:p w:rsidRPr="009C54AE" w:rsidR="00280EC2" w:rsidP="00280EC2" w:rsidRDefault="00280EC2" w14:paraId="39E044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</w:tcPr>
          <w:p w:rsidRPr="009C54AE" w:rsidR="00280EC2" w:rsidP="00280EC2" w:rsidRDefault="00280EC2" w14:paraId="6BAE1290" w14:textId="0FDA2D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3DB6">
              <w:rPr>
                <w:rFonts w:ascii="Corbel" w:hAnsi="Corbel"/>
                <w:b w:val="0"/>
                <w:bCs/>
                <w:sz w:val="24"/>
                <w:szCs w:val="24"/>
              </w:rPr>
              <w:t>Administracja</w:t>
            </w:r>
          </w:p>
        </w:tc>
      </w:tr>
      <w:tr w:rsidRPr="009C54AE" w:rsidR="00280EC2" w:rsidTr="0BDE7071" w14:paraId="5D44A21F" w14:textId="77777777">
        <w:tc>
          <w:tcPr>
            <w:tcW w:w="2694" w:type="dxa"/>
            <w:tcMar/>
            <w:vAlign w:val="center"/>
          </w:tcPr>
          <w:p w:rsidRPr="009C54AE" w:rsidR="00280EC2" w:rsidP="00280EC2" w:rsidRDefault="00280EC2" w14:paraId="15D7FD1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</w:tcPr>
          <w:p w:rsidRPr="009C54AE" w:rsidR="00280EC2" w:rsidP="00280EC2" w:rsidRDefault="00280EC2" w14:paraId="1A161C33" w14:textId="6766B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3DB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Studia </w:t>
            </w:r>
            <w:r w:rsidR="00F56C35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703DB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Pr="009C54AE" w:rsidR="00280EC2" w:rsidTr="0BDE7071" w14:paraId="364D8922" w14:textId="77777777">
        <w:tc>
          <w:tcPr>
            <w:tcW w:w="2694" w:type="dxa"/>
            <w:tcMar/>
            <w:vAlign w:val="center"/>
          </w:tcPr>
          <w:p w:rsidRPr="009C54AE" w:rsidR="00280EC2" w:rsidP="00280EC2" w:rsidRDefault="00280EC2" w14:paraId="2D0C780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</w:tcPr>
          <w:p w:rsidRPr="009C54AE" w:rsidR="00280EC2" w:rsidP="00280EC2" w:rsidRDefault="00280EC2" w14:paraId="526636B4" w14:textId="68BA6E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03DB6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280EC2" w:rsidTr="0BDE7071" w14:paraId="19DF7A70" w14:textId="77777777">
        <w:tc>
          <w:tcPr>
            <w:tcW w:w="2694" w:type="dxa"/>
            <w:tcMar/>
            <w:vAlign w:val="center"/>
          </w:tcPr>
          <w:p w:rsidRPr="009C54AE" w:rsidR="00280EC2" w:rsidP="00280EC2" w:rsidRDefault="00280EC2" w14:paraId="5792ACD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</w:tcPr>
          <w:p w:rsidRPr="009C54AE" w:rsidR="00280EC2" w:rsidP="00280EC2" w:rsidRDefault="00280EC2" w14:paraId="30FDF652" w14:textId="532837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3DB6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Pr="009C54AE" w:rsidR="00280EC2" w:rsidTr="0BDE7071" w14:paraId="1BE57848" w14:textId="77777777">
        <w:tc>
          <w:tcPr>
            <w:tcW w:w="2694" w:type="dxa"/>
            <w:tcMar/>
            <w:vAlign w:val="center"/>
          </w:tcPr>
          <w:p w:rsidRPr="009C54AE" w:rsidR="00280EC2" w:rsidP="00280EC2" w:rsidRDefault="00280EC2" w14:paraId="2D68DB9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</w:tcPr>
          <w:p w:rsidRPr="009C54AE" w:rsidR="00280EC2" w:rsidP="0BDE7071" w:rsidRDefault="00CE7E22" w14:paraId="2ABC7BC8" w14:textId="2F25C88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BDE7071" w:rsidR="00CE7E22">
              <w:rPr>
                <w:rFonts w:ascii="Corbel" w:hAnsi="Corbel"/>
                <w:b w:val="0"/>
                <w:bCs w:val="0"/>
                <w:sz w:val="24"/>
                <w:szCs w:val="24"/>
              </w:rPr>
              <w:t>2</w:t>
            </w:r>
            <w:r w:rsidRPr="0BDE7071" w:rsidR="00280EC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0BDE7071" w:rsidR="00482D43">
              <w:rPr>
                <w:rFonts w:ascii="Corbel" w:hAnsi="Corbel"/>
                <w:b w:val="0"/>
                <w:bCs w:val="0"/>
                <w:sz w:val="24"/>
                <w:szCs w:val="24"/>
              </w:rPr>
              <w:t>/</w:t>
            </w:r>
            <w:r w:rsidRPr="0BDE7071" w:rsidR="00280EC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0BDE7071" w:rsidR="009449DC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  <w:r w:rsidRPr="0BDE7071" w:rsidR="00280EC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V </w:t>
            </w:r>
          </w:p>
        </w:tc>
      </w:tr>
      <w:tr w:rsidRPr="009C54AE" w:rsidR="00280EC2" w:rsidTr="0BDE7071" w14:paraId="48D67224" w14:textId="77777777">
        <w:tc>
          <w:tcPr>
            <w:tcW w:w="2694" w:type="dxa"/>
            <w:tcMar/>
            <w:vAlign w:val="center"/>
          </w:tcPr>
          <w:p w:rsidRPr="009C54AE" w:rsidR="00280EC2" w:rsidP="00280EC2" w:rsidRDefault="00280EC2" w14:paraId="4D4426B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</w:tcPr>
          <w:p w:rsidRPr="009C54AE" w:rsidR="00280EC2" w:rsidP="00280EC2" w:rsidRDefault="00280EC2" w14:paraId="4A8E1C09" w14:textId="44469F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3DB6">
              <w:rPr>
                <w:rFonts w:ascii="Corbel" w:hAnsi="Corbel"/>
                <w:b w:val="0"/>
                <w:bCs/>
                <w:sz w:val="24"/>
                <w:szCs w:val="24"/>
              </w:rPr>
              <w:t>Fakultatywny</w:t>
            </w:r>
          </w:p>
        </w:tc>
      </w:tr>
      <w:tr w:rsidRPr="009C54AE" w:rsidR="00280EC2" w:rsidTr="0BDE7071" w14:paraId="36768AA7" w14:textId="77777777">
        <w:tc>
          <w:tcPr>
            <w:tcW w:w="2694" w:type="dxa"/>
            <w:tcMar/>
            <w:vAlign w:val="center"/>
          </w:tcPr>
          <w:p w:rsidRPr="009C54AE" w:rsidR="00280EC2" w:rsidP="00280EC2" w:rsidRDefault="00280EC2" w14:paraId="65E5A5F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</w:tcPr>
          <w:p w:rsidRPr="009C54AE" w:rsidR="00280EC2" w:rsidP="00280EC2" w:rsidRDefault="00280EC2" w14:paraId="361DF616" w14:textId="64664A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3DB6">
              <w:rPr>
                <w:rFonts w:ascii="Corbel" w:hAnsi="Corbel"/>
                <w:b w:val="0"/>
                <w:bCs/>
                <w:sz w:val="24"/>
                <w:szCs w:val="24"/>
              </w:rPr>
              <w:t>polski</w:t>
            </w:r>
          </w:p>
        </w:tc>
      </w:tr>
      <w:tr w:rsidRPr="009C54AE" w:rsidR="00280EC2" w:rsidTr="0BDE7071" w14:paraId="4E2BB936" w14:textId="77777777">
        <w:tc>
          <w:tcPr>
            <w:tcW w:w="2694" w:type="dxa"/>
            <w:tcMar/>
            <w:vAlign w:val="center"/>
          </w:tcPr>
          <w:p w:rsidRPr="009C54AE" w:rsidR="00280EC2" w:rsidP="00280EC2" w:rsidRDefault="00280EC2" w14:paraId="7CB1E8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280EC2" w:rsidP="00280EC2" w:rsidRDefault="00921B30" w14:paraId="5028F429" w14:textId="04CF61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Paweł Majka</w:t>
            </w:r>
          </w:p>
        </w:tc>
      </w:tr>
      <w:tr w:rsidRPr="009C54AE" w:rsidR="00280EC2" w:rsidTr="0BDE7071" w14:paraId="428C462D" w14:textId="77777777">
        <w:tc>
          <w:tcPr>
            <w:tcW w:w="2694" w:type="dxa"/>
            <w:tcMar/>
            <w:vAlign w:val="center"/>
          </w:tcPr>
          <w:p w:rsidRPr="009C54AE" w:rsidR="00280EC2" w:rsidP="00280EC2" w:rsidRDefault="00280EC2" w14:paraId="7E6D31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280EC2" w:rsidP="00280EC2" w:rsidRDefault="00921B30" w14:paraId="3E0435AF" w14:textId="09BF2A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Joanna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Łubina</w:t>
            </w:r>
            <w:proofErr w:type="spellEnd"/>
          </w:p>
        </w:tc>
      </w:tr>
    </w:tbl>
    <w:p w:rsidRPr="009C54AE" w:rsidR="0085747A" w:rsidP="009C54AE" w:rsidRDefault="0085747A" w14:paraId="1A6D10C1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65287ED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5D982B25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31BC072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25"/>
        <w:gridCol w:w="837"/>
        <w:gridCol w:w="788"/>
        <w:gridCol w:w="930"/>
        <w:gridCol w:w="722"/>
        <w:gridCol w:w="821"/>
        <w:gridCol w:w="763"/>
        <w:gridCol w:w="948"/>
        <w:gridCol w:w="1189"/>
        <w:gridCol w:w="1505"/>
      </w:tblGrid>
      <w:tr w:rsidRPr="009C54AE" w:rsidR="00015B8F" w:rsidTr="0BDE7071" w14:paraId="490EDD74" w14:textId="77777777"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156A4AE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29C8C94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6DD78B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96CBD8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BAEBA1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926792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4026A7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BBB31E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775EFC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27CEAC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D48B32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BDE7071" w14:paraId="7D12FBCE" w14:textId="77777777">
        <w:trPr>
          <w:trHeight w:val="453"/>
        </w:trPr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9449DC" w14:paraId="5A527AA3" w14:textId="20DD9F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3A0755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937B4B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91C30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3A0755" w14:paraId="296BB086" w14:textId="0A09F8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35FC3B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BE3544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B255F7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3CB539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A534E2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3A0755" w14:paraId="48EB11B4" w14:textId="2E0A74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5CEF4F15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3B9AE4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3A0755" w14:paraId="655F7E82" w14:textId="654C8D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☒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1B851B3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5C71EC9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198E2E01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3A0755" w14:paraId="7E87AB56" w14:textId="5537F9D9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35C4ED5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5ED105A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BDE7071" w:rsidR="0085747A">
        <w:rPr>
          <w:rFonts w:ascii="Corbel" w:hAnsi="Corbel"/>
        </w:rPr>
        <w:t xml:space="preserve">2.Wymagania wstępne </w:t>
      </w:r>
    </w:p>
    <w:p w:rsidR="0BDE7071" w:rsidP="0BDE7071" w:rsidRDefault="0BDE7071" w14:paraId="623BB20D" w14:textId="51813DEC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37863DEA" w14:textId="77777777">
        <w:tc>
          <w:tcPr>
            <w:tcW w:w="9670" w:type="dxa"/>
          </w:tcPr>
          <w:p w:rsidRPr="009C54AE" w:rsidR="0085747A" w:rsidP="009C54AE" w:rsidRDefault="003A0755" w14:paraId="751B6889" w14:textId="5199703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A0755">
              <w:rPr>
                <w:rFonts w:ascii="Corbel" w:hAnsi="Corbel"/>
                <w:color w:val="000000"/>
                <w:sz w:val="22"/>
                <w:szCs w:val="24"/>
              </w:rPr>
              <w:t>Podstawy prawa administracyjnego, prawa handlowego, prawa konstytucyjnego.</w:t>
            </w:r>
          </w:p>
        </w:tc>
      </w:tr>
    </w:tbl>
    <w:p w:rsidR="00153C41" w:rsidP="009C54AE" w:rsidRDefault="00153C41" w14:paraId="3402147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4ED73C78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3237A66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1BF6A877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60A98CCF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3A0755" w:rsidR="003A0755" w:rsidTr="0BDE7071" w14:paraId="6C2265BA" w14:textId="77777777">
        <w:trPr>
          <w:trHeight w:val="268"/>
        </w:trPr>
        <w:tc>
          <w:tcPr>
            <w:tcW w:w="851" w:type="dxa"/>
            <w:tcMar/>
            <w:vAlign w:val="center"/>
          </w:tcPr>
          <w:p w:rsidRPr="003A0755" w:rsidR="003A0755" w:rsidP="003A0755" w:rsidRDefault="003A0755" w14:paraId="2E3B5294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A0755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3A0755" w:rsidR="003A0755" w:rsidP="003A0755" w:rsidRDefault="003A0755" w14:paraId="34DBB7AE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360"/>
              <w:jc w:val="both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A0755">
              <w:rPr>
                <w:rFonts w:ascii="Corbel" w:hAnsi="Corbel" w:eastAsia="Times New Roman"/>
                <w:sz w:val="24"/>
                <w:szCs w:val="24"/>
                <w:lang w:eastAsia="pl-PL"/>
              </w:rPr>
              <w:t>Student zna pojęcia wyznaczające ramy prawa bankowego .</w:t>
            </w:r>
          </w:p>
        </w:tc>
      </w:tr>
      <w:tr w:rsidRPr="003A0755" w:rsidR="003A0755" w:rsidTr="0BDE7071" w14:paraId="4C9F9583" w14:textId="77777777">
        <w:trPr>
          <w:trHeight w:val="620"/>
        </w:trPr>
        <w:tc>
          <w:tcPr>
            <w:tcW w:w="851" w:type="dxa"/>
            <w:tcMar/>
            <w:vAlign w:val="center"/>
          </w:tcPr>
          <w:p w:rsidRPr="003A0755" w:rsidR="003A0755" w:rsidP="003A0755" w:rsidRDefault="003A0755" w14:paraId="7EA57066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A0755">
              <w:rPr>
                <w:rFonts w:ascii="Corbel" w:hAnsi="Corbel" w:eastAsia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3A0755" w:rsidR="003A0755" w:rsidP="003A0755" w:rsidRDefault="003A0755" w14:paraId="2BD6058C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360"/>
              <w:jc w:val="both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A0755">
              <w:rPr>
                <w:rFonts w:ascii="Corbel" w:hAnsi="Corbel" w:eastAsia="Times New Roman"/>
                <w:sz w:val="24"/>
                <w:szCs w:val="24"/>
                <w:lang w:eastAsia="pl-PL"/>
              </w:rPr>
              <w:t>Student zna publicznoprawne instrumenty i instytucje charakterystyczne dla prawa bankowego.</w:t>
            </w:r>
          </w:p>
        </w:tc>
      </w:tr>
      <w:tr w:rsidRPr="003A0755" w:rsidR="003A0755" w:rsidTr="0BDE7071" w14:paraId="3CE4A44D" w14:textId="77777777">
        <w:trPr>
          <w:trHeight w:val="720"/>
        </w:trPr>
        <w:tc>
          <w:tcPr>
            <w:tcW w:w="851" w:type="dxa"/>
            <w:tcMar/>
            <w:vAlign w:val="center"/>
          </w:tcPr>
          <w:p w:rsidRPr="003A0755" w:rsidR="003A0755" w:rsidP="003A0755" w:rsidRDefault="003A0755" w14:paraId="2137B1A3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A0755">
              <w:rPr>
                <w:rFonts w:ascii="Corbel" w:hAnsi="Corbel" w:eastAsia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19" w:type="dxa"/>
            <w:tcMar/>
            <w:vAlign w:val="center"/>
          </w:tcPr>
          <w:p w:rsidRPr="003A0755" w:rsidR="003A0755" w:rsidP="003A0755" w:rsidRDefault="003A0755" w14:paraId="70A67508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360"/>
              <w:jc w:val="both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A0755">
              <w:rPr>
                <w:rFonts w:ascii="Corbel" w:hAnsi="Corbel" w:eastAsia="Times New Roman"/>
                <w:sz w:val="24"/>
                <w:szCs w:val="24"/>
                <w:lang w:eastAsia="pl-PL"/>
              </w:rPr>
              <w:t>Student ma wiedzę o funkcjonowaniu systemu bankowego we współczesnej gospodarce rynkowej.</w:t>
            </w:r>
          </w:p>
        </w:tc>
      </w:tr>
      <w:tr w:rsidRPr="003A0755" w:rsidR="003A0755" w:rsidTr="0BDE7071" w14:paraId="3E88855D" w14:textId="77777777">
        <w:trPr>
          <w:trHeight w:val="736"/>
        </w:trPr>
        <w:tc>
          <w:tcPr>
            <w:tcW w:w="851" w:type="dxa"/>
            <w:tcMar/>
            <w:vAlign w:val="center"/>
          </w:tcPr>
          <w:p w:rsidRPr="003A0755" w:rsidR="003A0755" w:rsidP="003A0755" w:rsidRDefault="003A0755" w14:paraId="2A7FE322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A0755">
              <w:rPr>
                <w:rFonts w:ascii="Corbel" w:hAnsi="Corbel" w:eastAsia="Times New Roman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8819" w:type="dxa"/>
            <w:tcMar/>
            <w:vAlign w:val="center"/>
          </w:tcPr>
          <w:p w:rsidRPr="003A0755" w:rsidR="003A0755" w:rsidP="003A0755" w:rsidRDefault="003A0755" w14:paraId="07395BEF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360"/>
              <w:jc w:val="both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A0755">
              <w:rPr>
                <w:rFonts w:ascii="Corbel" w:hAnsi="Corbel" w:eastAsia="Times New Roman"/>
                <w:sz w:val="24"/>
                <w:szCs w:val="24"/>
                <w:lang w:eastAsia="pl-PL"/>
              </w:rPr>
              <w:t>Student ma wiedzę o funkcjach i zadaniach banku centralnego, zna strukturę organizacyjną NBP, organy NBP i ich kompetencje.</w:t>
            </w:r>
          </w:p>
        </w:tc>
      </w:tr>
      <w:tr w:rsidRPr="003A0755" w:rsidR="003A0755" w:rsidTr="0BDE7071" w14:paraId="60F0FE63" w14:textId="77777777">
        <w:trPr>
          <w:trHeight w:val="675"/>
        </w:trPr>
        <w:tc>
          <w:tcPr>
            <w:tcW w:w="851" w:type="dxa"/>
            <w:tcMar/>
            <w:vAlign w:val="center"/>
          </w:tcPr>
          <w:p w:rsidRPr="003A0755" w:rsidR="003A0755" w:rsidP="003A0755" w:rsidRDefault="003A0755" w14:paraId="16711AB4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A0755">
              <w:rPr>
                <w:rFonts w:ascii="Corbel" w:hAnsi="Corbel" w:eastAsia="Times New Roman"/>
                <w:sz w:val="24"/>
                <w:szCs w:val="24"/>
                <w:lang w:eastAsia="pl-PL"/>
              </w:rPr>
              <w:t>C5</w:t>
            </w:r>
          </w:p>
        </w:tc>
        <w:tc>
          <w:tcPr>
            <w:tcW w:w="8819" w:type="dxa"/>
            <w:tcMar/>
            <w:vAlign w:val="center"/>
          </w:tcPr>
          <w:p w:rsidRPr="003A0755" w:rsidR="003A0755" w:rsidP="003A0755" w:rsidRDefault="003A0755" w14:paraId="0C1A1DAC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360"/>
              <w:jc w:val="both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A0755">
              <w:rPr>
                <w:rFonts w:ascii="Corbel" w:hAnsi="Corbel" w:eastAsia="Times New Roman"/>
                <w:sz w:val="24"/>
                <w:szCs w:val="24"/>
                <w:lang w:eastAsia="pl-PL"/>
              </w:rPr>
              <w:t>Student ma wiedzę o trybie powstawania, funkcjonowaniu i czynnościach banków komercyjnych.</w:t>
            </w:r>
          </w:p>
        </w:tc>
      </w:tr>
      <w:tr w:rsidRPr="003A0755" w:rsidR="003A0755" w:rsidTr="0BDE7071" w14:paraId="34C55E09" w14:textId="77777777">
        <w:trPr>
          <w:trHeight w:val="535"/>
        </w:trPr>
        <w:tc>
          <w:tcPr>
            <w:tcW w:w="851" w:type="dxa"/>
            <w:tcMar/>
            <w:vAlign w:val="center"/>
          </w:tcPr>
          <w:p w:rsidRPr="003A0755" w:rsidR="003A0755" w:rsidP="003A0755" w:rsidRDefault="003A0755" w14:paraId="185C10EE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A0755">
              <w:rPr>
                <w:rFonts w:ascii="Corbel" w:hAnsi="Corbel" w:eastAsia="Times New Roman"/>
                <w:sz w:val="24"/>
                <w:szCs w:val="24"/>
                <w:lang w:eastAsia="pl-PL"/>
              </w:rPr>
              <w:t>C6</w:t>
            </w:r>
          </w:p>
        </w:tc>
        <w:tc>
          <w:tcPr>
            <w:tcW w:w="8819" w:type="dxa"/>
            <w:tcMar/>
            <w:vAlign w:val="center"/>
          </w:tcPr>
          <w:p w:rsidRPr="003A0755" w:rsidR="003A0755" w:rsidP="003A0755" w:rsidRDefault="003A0755" w14:paraId="1F0242B2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360"/>
              <w:jc w:val="both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A0755">
              <w:rPr>
                <w:rFonts w:ascii="Corbel" w:hAnsi="Corbel" w:eastAsia="Times New Roman"/>
                <w:sz w:val="24"/>
                <w:szCs w:val="24"/>
                <w:lang w:eastAsia="pl-PL"/>
              </w:rPr>
              <w:t>Student ma wiedzę o nadzorze sprawowanym nad sektorem bankowym.</w:t>
            </w:r>
          </w:p>
        </w:tc>
      </w:tr>
    </w:tbl>
    <w:p w:rsidRPr="009C54AE" w:rsidR="0085747A" w:rsidP="009C54AE" w:rsidRDefault="0085747A" w14:paraId="51E1AFF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5A282F61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52AE933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BDE7071" w14:paraId="112C0392" w14:textId="77777777">
        <w:tc>
          <w:tcPr>
            <w:tcW w:w="1681" w:type="dxa"/>
            <w:tcMar/>
            <w:vAlign w:val="center"/>
          </w:tcPr>
          <w:p w:rsidRPr="009C54AE" w:rsidR="0085747A" w:rsidP="009C54AE" w:rsidRDefault="0085747A" w14:paraId="0E52DCA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9C54AE" w:rsidR="0085747A" w:rsidP="00C05F44" w:rsidRDefault="0085747A" w14:paraId="1BE6EE0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9C54AE" w:rsidR="0085747A" w:rsidP="00C05F44" w:rsidRDefault="0085747A" w14:paraId="054708D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BDE7071" w14:paraId="1F81165C" w14:textId="77777777">
        <w:tc>
          <w:tcPr>
            <w:tcW w:w="1681" w:type="dxa"/>
            <w:tcMar/>
          </w:tcPr>
          <w:p w:rsidRPr="009C54AE" w:rsidR="0085747A" w:rsidP="009C54AE" w:rsidRDefault="0085747A" w14:paraId="6091A02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Mar/>
          </w:tcPr>
          <w:p w:rsidRPr="009C54AE" w:rsidR="0085747A" w:rsidP="0BDE7071" w:rsidRDefault="00AE26A0" w14:paraId="4DB8CC48" w14:textId="09E75CD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BDE7071" w:rsidR="2F77E929">
              <w:rPr>
                <w:rFonts w:ascii="Corbel" w:hAnsi="Corbel"/>
                <w:b w:val="0"/>
                <w:bCs w:val="0"/>
                <w:caps w:val="0"/>
                <w:smallCaps w:val="0"/>
              </w:rPr>
              <w:t>M</w:t>
            </w:r>
            <w:r w:rsidRPr="0BDE7071" w:rsidR="2F77E929">
              <w:rPr>
                <w:rFonts w:ascii="Corbel" w:hAnsi="Corbel"/>
                <w:b w:val="0"/>
                <w:bCs w:val="0"/>
                <w:caps w:val="0"/>
                <w:smallCaps w:val="0"/>
              </w:rPr>
              <w:t>a podstawową wiedzę o charakterze nauk prawnych, w tym prawno-administracyjnych, ich miejscu w systemie nauk społecznych i rozpoznaje relacje do innych nauk społecznych, zna zarys ewolucji podstawowych instytucji administracyjnych i prawnych, a także ma wiedzę o poglądach doktryny i orzecznictwa na temat struktur i instytucji prawnych i administracyjnych oraz rodzajów więzi społecznych występujących na gruncie nauki administracji;</w:t>
            </w:r>
          </w:p>
        </w:tc>
        <w:tc>
          <w:tcPr>
            <w:tcW w:w="1865" w:type="dxa"/>
            <w:tcMar/>
          </w:tcPr>
          <w:p w:rsidRPr="009C54AE" w:rsidR="00AE26A0" w:rsidP="00AE26A0" w:rsidRDefault="00AE26A0" w14:paraId="529A8355" w14:textId="19E7C7A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26A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Pr="009C54AE" w:rsidR="0085747A" w:rsidP="00AE26A0" w:rsidRDefault="0085747A" w14:paraId="4581CC22" w14:textId="5CBA16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85747A" w:rsidTr="0BDE7071" w14:paraId="0E824EED" w14:textId="77777777">
        <w:tc>
          <w:tcPr>
            <w:tcW w:w="1681" w:type="dxa"/>
            <w:tcMar/>
          </w:tcPr>
          <w:p w:rsidRPr="009C54AE" w:rsidR="0085747A" w:rsidP="009C54AE" w:rsidRDefault="0085747A" w14:paraId="3643916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Mar/>
          </w:tcPr>
          <w:p w:rsidRPr="009C54AE" w:rsidR="0085747A" w:rsidP="0BDE7071" w:rsidRDefault="00AE26A0" w14:paraId="592CF46D" w14:textId="1B8C9BAD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BDE7071" w:rsidR="2F77E929">
              <w:rPr>
                <w:rFonts w:ascii="Corbel" w:hAnsi="Corbel"/>
                <w:b w:val="0"/>
                <w:bCs w:val="0"/>
                <w:caps w:val="0"/>
                <w:smallCaps w:val="0"/>
              </w:rPr>
              <w:t>zna podstawową terminologię z zakresu dyscyplin naukowych realizowanych według planu studiów administracyjnych;</w:t>
            </w:r>
          </w:p>
        </w:tc>
        <w:tc>
          <w:tcPr>
            <w:tcW w:w="1865" w:type="dxa"/>
            <w:tcMar/>
          </w:tcPr>
          <w:p w:rsidRPr="009C54AE" w:rsidR="00AE26A0" w:rsidP="00AE26A0" w:rsidRDefault="00AE26A0" w14:paraId="6BE3BA51" w14:textId="39C40C0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26A0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:rsidRPr="009C54AE" w:rsidR="0085747A" w:rsidP="00AE26A0" w:rsidRDefault="0085747A" w14:paraId="2CA9F0A9" w14:textId="3058D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85747A" w:rsidTr="0BDE7071" w14:paraId="5FC4E147" w14:textId="77777777">
        <w:trPr>
          <w:trHeight w:val="180"/>
        </w:trPr>
        <w:tc>
          <w:tcPr>
            <w:tcW w:w="1681" w:type="dxa"/>
            <w:tcMar/>
          </w:tcPr>
          <w:p w:rsidRPr="009C54AE" w:rsidR="0085747A" w:rsidP="009C54AE" w:rsidRDefault="0085747A" w14:paraId="381A912C" w14:textId="2A20CE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A075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  <w:tcMar/>
          </w:tcPr>
          <w:p w:rsidRPr="009C54AE" w:rsidR="0085747A" w:rsidP="0BDE7071" w:rsidRDefault="00AE26A0" w14:paraId="6E400BDD" w14:textId="436CE349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BDE7071" w:rsidR="2F77E929">
              <w:rPr>
                <w:rFonts w:ascii="Corbel" w:hAnsi="Corbel"/>
                <w:b w:val="0"/>
                <w:bCs w:val="0"/>
                <w:caps w:val="0"/>
                <w:smallCaps w:val="0"/>
              </w:rPr>
              <w:t>zna zasady tworzenia i rozwoju form indywidualnej przedsiębiorczości, a w szczególności zasady podejmowania i prowadzenia działalności gospodarczej, wykorzystując wiedzę z zakresu administracji</w:t>
            </w:r>
          </w:p>
        </w:tc>
        <w:tc>
          <w:tcPr>
            <w:tcW w:w="1865" w:type="dxa"/>
            <w:tcMar/>
          </w:tcPr>
          <w:p w:rsidRPr="009C54AE" w:rsidR="00AE26A0" w:rsidP="00AE26A0" w:rsidRDefault="00AE26A0" w14:paraId="310EFCA8" w14:textId="47A8946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26A0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:rsidRPr="009C54AE" w:rsidR="0085747A" w:rsidP="00AE26A0" w:rsidRDefault="0085747A" w14:paraId="2A14170C" w14:textId="51F91B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3A0755" w:rsidTr="0BDE7071" w14:paraId="062ADE7F" w14:textId="77777777">
        <w:trPr>
          <w:trHeight w:val="165"/>
        </w:trPr>
        <w:tc>
          <w:tcPr>
            <w:tcW w:w="1681" w:type="dxa"/>
            <w:tcMar/>
          </w:tcPr>
          <w:p w:rsidRPr="009C54AE" w:rsidR="003A0755" w:rsidP="009C54AE" w:rsidRDefault="003A0755" w14:paraId="5B90D46E" w14:textId="3DD05C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Mar/>
          </w:tcPr>
          <w:p w:rsidRPr="009C54AE" w:rsidR="003A0755" w:rsidP="0BDE7071" w:rsidRDefault="001547D9" w14:paraId="5E3262F1" w14:textId="17BE3E5F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BDE7071" w:rsidR="3E678D19">
              <w:rPr>
                <w:rFonts w:ascii="Corbel" w:hAnsi="Corbel"/>
                <w:b w:val="0"/>
                <w:bCs w:val="0"/>
                <w:caps w:val="0"/>
                <w:smallCaps w:val="0"/>
              </w:rPr>
              <w:t>potrafi prawidłowo identyfikować i  interpretować zjawiska prawne, społeczne, ekonomiczne, polityczne i organizacyjne, analizować ich powiązania z różnymi obszarami działalności administracyjnej;</w:t>
            </w:r>
          </w:p>
        </w:tc>
        <w:tc>
          <w:tcPr>
            <w:tcW w:w="1865" w:type="dxa"/>
            <w:tcMar/>
          </w:tcPr>
          <w:p w:rsidRPr="009C54AE" w:rsidR="00AE26A0" w:rsidP="00AE26A0" w:rsidRDefault="00AE26A0" w14:paraId="2951E04D" w14:textId="5605580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26A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Pr="009C54AE" w:rsidR="003A0755" w:rsidP="00AE26A0" w:rsidRDefault="003A0755" w14:paraId="4E0A8F5E" w14:textId="753DE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3A0755" w:rsidTr="0BDE7071" w14:paraId="1A891618" w14:textId="77777777">
        <w:trPr>
          <w:trHeight w:val="135"/>
        </w:trPr>
        <w:tc>
          <w:tcPr>
            <w:tcW w:w="1681" w:type="dxa"/>
            <w:tcMar/>
          </w:tcPr>
          <w:p w:rsidRPr="009C54AE" w:rsidR="003A0755" w:rsidP="009C54AE" w:rsidRDefault="003A0755" w14:paraId="4F04B9D6" w14:textId="297E26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Mar/>
          </w:tcPr>
          <w:p w:rsidRPr="009C54AE" w:rsidR="003A0755" w:rsidP="0BDE7071" w:rsidRDefault="001547D9" w14:paraId="035A1785" w14:textId="27C6B7B3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BDE7071" w:rsidR="3E678D19">
              <w:rPr>
                <w:rFonts w:ascii="Corbel" w:hAnsi="Corbel"/>
                <w:b w:val="0"/>
                <w:bCs w:val="0"/>
                <w:caps w:val="0"/>
                <w:smallCaps w:val="0"/>
              </w:rPr>
              <w:t>potrafi analizować i interpretować teksty prawne i naukowe oraz wykorzystywać orzecznictwo w celu rozwiązywania podstawowych problemów będących przedmiotem analizy;</w:t>
            </w:r>
          </w:p>
        </w:tc>
        <w:tc>
          <w:tcPr>
            <w:tcW w:w="1865" w:type="dxa"/>
            <w:tcMar/>
          </w:tcPr>
          <w:p w:rsidRPr="009C54AE" w:rsidR="00AE26A0" w:rsidP="00AE26A0" w:rsidRDefault="00AE26A0" w14:paraId="260F141C" w14:textId="33091B9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26A0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:rsidRPr="009C54AE" w:rsidR="003A0755" w:rsidP="00AE26A0" w:rsidRDefault="003A0755" w14:paraId="3244F573" w14:textId="51FE8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3A0755" w:rsidTr="0BDE7071" w14:paraId="64BC0FE7" w14:textId="77777777">
        <w:trPr>
          <w:trHeight w:val="165"/>
        </w:trPr>
        <w:tc>
          <w:tcPr>
            <w:tcW w:w="1681" w:type="dxa"/>
            <w:tcMar/>
          </w:tcPr>
          <w:p w:rsidRPr="009C54AE" w:rsidR="003A0755" w:rsidP="009C54AE" w:rsidRDefault="003A0755" w14:paraId="36B3741C" w14:textId="4FA121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5974" w:type="dxa"/>
            <w:tcMar/>
          </w:tcPr>
          <w:p w:rsidRPr="009C54AE" w:rsidR="003A0755" w:rsidP="0BDE7071" w:rsidRDefault="001547D9" w14:paraId="1D7A18EF" w14:textId="5391DEB1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BDE7071" w:rsidR="3E678D19">
              <w:rPr>
                <w:rFonts w:ascii="Corbel" w:hAnsi="Corbel"/>
                <w:b w:val="0"/>
                <w:bCs w:val="0"/>
                <w:caps w:val="0"/>
                <w:smallCaps w:val="0"/>
              </w:rPr>
              <w:t>posiada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 wykorzystaniem ujęć teoretycznych, a także różnych źródeł;</w:t>
            </w:r>
          </w:p>
        </w:tc>
        <w:tc>
          <w:tcPr>
            <w:tcW w:w="1865" w:type="dxa"/>
            <w:tcMar/>
          </w:tcPr>
          <w:p w:rsidRPr="009C54AE" w:rsidR="00AE26A0" w:rsidP="00AE26A0" w:rsidRDefault="00AE26A0" w14:paraId="47094D1B" w14:textId="67A585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26A0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:rsidRPr="009C54AE" w:rsidR="003A0755" w:rsidP="00AE26A0" w:rsidRDefault="003A0755" w14:paraId="701B5C97" w14:textId="0E3B83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3A0755" w:rsidTr="0BDE7071" w14:paraId="334D4BDF" w14:textId="77777777">
        <w:trPr>
          <w:trHeight w:val="135"/>
        </w:trPr>
        <w:tc>
          <w:tcPr>
            <w:tcW w:w="1681" w:type="dxa"/>
            <w:tcMar/>
          </w:tcPr>
          <w:p w:rsidRPr="009C54AE" w:rsidR="003A0755" w:rsidP="009C54AE" w:rsidRDefault="003A0755" w14:paraId="17A8492C" w14:textId="5865E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  <w:tcMar/>
          </w:tcPr>
          <w:p w:rsidRPr="009C54AE" w:rsidR="003A0755" w:rsidP="0BDE7071" w:rsidRDefault="001547D9" w14:paraId="2E0BD5B5" w14:textId="07E2E4AD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BDE7071" w:rsidR="3E678D19">
              <w:rPr>
                <w:rFonts w:ascii="Corbel" w:hAnsi="Corbel"/>
                <w:b w:val="0"/>
                <w:bCs w:val="0"/>
                <w:caps w:val="0"/>
                <w:smallCaps w:val="0"/>
              </w:rPr>
              <w:t>posługiwania się wiedzą i opiniami ekspertów z zakresu nauk o administracji oraz prawidłowego i samodzielnego identyfikowania i rozwiązywania problemów związanych z wykonywaniem zawodu urzędnika administracji;</w:t>
            </w:r>
          </w:p>
        </w:tc>
        <w:tc>
          <w:tcPr>
            <w:tcW w:w="1865" w:type="dxa"/>
            <w:tcMar/>
          </w:tcPr>
          <w:p w:rsidRPr="009C54AE" w:rsidR="003A0755" w:rsidP="00AE26A0" w:rsidRDefault="00AE26A0" w14:paraId="1712477D" w14:textId="79CFD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26A0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Pr="009C54AE" w:rsidR="003A0755" w:rsidTr="0BDE7071" w14:paraId="3300C491" w14:textId="77777777">
        <w:trPr>
          <w:trHeight w:val="150"/>
        </w:trPr>
        <w:tc>
          <w:tcPr>
            <w:tcW w:w="1681" w:type="dxa"/>
            <w:tcMar/>
          </w:tcPr>
          <w:p w:rsidRPr="009C54AE" w:rsidR="003A0755" w:rsidP="009C54AE" w:rsidRDefault="003A0755" w14:paraId="1980EDAD" w14:textId="69B96F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  <w:tcMar/>
          </w:tcPr>
          <w:p w:rsidRPr="009C54AE" w:rsidR="003A0755" w:rsidP="0BDE7071" w:rsidRDefault="001547D9" w14:paraId="022AC132" w14:textId="72CD7391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BDE7071" w:rsidR="3E678D19">
              <w:rPr>
                <w:rFonts w:ascii="Corbel" w:hAnsi="Corbel"/>
                <w:b w:val="0"/>
                <w:bCs w:val="0"/>
                <w:caps w:val="0"/>
                <w:smallCaps w:val="0"/>
              </w:rPr>
              <w:t>przedsiębiorczego i kreatywnego myślenia oraz działania z wykorzystaniem wiedzy zdobytej w trakcie studiów</w:t>
            </w:r>
            <w:r w:rsidRPr="0BDE7071" w:rsidR="3E678D19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65" w:type="dxa"/>
            <w:tcMar/>
          </w:tcPr>
          <w:p w:rsidRPr="009C54AE" w:rsidR="003A0755" w:rsidP="009C54AE" w:rsidRDefault="00AE26A0" w14:paraId="3D42493F" w14:textId="36AD8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26A0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Pr="009C54AE" w:rsidR="0085747A" w:rsidP="009C54AE" w:rsidRDefault="0085747A" w14:paraId="1F034A4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5C45EF7E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0201A339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13DF6B25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BDE7071" w14:paraId="0A00EB6F" w14:textId="77777777">
        <w:tc>
          <w:tcPr>
            <w:tcW w:w="9639" w:type="dxa"/>
            <w:tcMar/>
          </w:tcPr>
          <w:p w:rsidRPr="009C54AE" w:rsidR="0085747A" w:rsidP="009C54AE" w:rsidRDefault="0085747A" w14:paraId="7D1E2F1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BDE7071" w14:paraId="2D8EE3CD" w14:textId="77777777">
        <w:tc>
          <w:tcPr>
            <w:tcW w:w="9639" w:type="dxa"/>
            <w:tcMar/>
          </w:tcPr>
          <w:p w:rsidRPr="009C54AE" w:rsidR="0085747A" w:rsidP="009C54AE" w:rsidRDefault="0085747A" w14:paraId="6054BACB" w14:textId="1DCBE53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BDE7071" w:rsidR="13237719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9C54AE" w:rsidR="0085747A" w:rsidP="009C54AE" w:rsidRDefault="0085747A" w14:paraId="27FC4CA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5144F13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BDE7071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BDE7071" w:rsidR="009F4610">
        <w:rPr>
          <w:rFonts w:ascii="Corbel" w:hAnsi="Corbel"/>
          <w:sz w:val="24"/>
          <w:szCs w:val="24"/>
        </w:rPr>
        <w:t xml:space="preserve">, </w:t>
      </w:r>
      <w:r w:rsidRPr="0BDE7071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1547D9" w14:paraId="6BC3DA68" w14:textId="77777777">
        <w:tc>
          <w:tcPr>
            <w:tcW w:w="9520" w:type="dxa"/>
          </w:tcPr>
          <w:p w:rsidRPr="009C54AE" w:rsidR="0085747A" w:rsidP="009C54AE" w:rsidRDefault="0085747A" w14:paraId="3B133ACF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1547D9" w14:paraId="0D0644C0" w14:textId="77777777">
        <w:tc>
          <w:tcPr>
            <w:tcW w:w="9520" w:type="dxa"/>
          </w:tcPr>
          <w:p w:rsidRPr="001547D9" w:rsidR="001547D9" w:rsidP="001547D9" w:rsidRDefault="001547D9" w14:paraId="265C7CDA" w14:textId="2FFB89B4">
            <w:pPr>
              <w:pStyle w:val="Akapitzlist"/>
              <w:spacing w:after="0" w:line="240" w:lineRule="auto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1547D9">
              <w:rPr>
                <w:rFonts w:ascii="Corbel" w:hAnsi="Corbel"/>
                <w:sz w:val="24"/>
                <w:szCs w:val="24"/>
              </w:rPr>
              <w:t>Geneza i funkcje pieniądza. Początki bankowości.</w:t>
            </w:r>
          </w:p>
          <w:p w:rsidRPr="001547D9" w:rsidR="001547D9" w:rsidP="001547D9" w:rsidRDefault="001547D9" w14:paraId="452E6F2B" w14:textId="5FDE8E56">
            <w:pPr>
              <w:pStyle w:val="Akapitzlist"/>
              <w:spacing w:after="0" w:line="240" w:lineRule="auto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1547D9">
              <w:rPr>
                <w:rFonts w:ascii="Corbel" w:hAnsi="Corbel"/>
                <w:sz w:val="24"/>
                <w:szCs w:val="24"/>
              </w:rPr>
              <w:t xml:space="preserve">Pojęcie systemu bankowego. Cechy współczesnych systemów bankowych. </w:t>
            </w:r>
          </w:p>
          <w:p w:rsidRPr="001547D9" w:rsidR="001547D9" w:rsidP="001547D9" w:rsidRDefault="001547D9" w14:paraId="216B9266" w14:textId="3B4DE608">
            <w:pPr>
              <w:pStyle w:val="Akapitzlist"/>
              <w:spacing w:after="0" w:line="240" w:lineRule="auto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1547D9">
              <w:rPr>
                <w:rFonts w:ascii="Corbel" w:hAnsi="Corbel"/>
                <w:sz w:val="24"/>
                <w:szCs w:val="24"/>
              </w:rPr>
              <w:t>Pojęcie prawa bankowego, publiczne a prywatne prawo bankowe, źródła publicznego prawa bankowego.</w:t>
            </w:r>
          </w:p>
          <w:p w:rsidRPr="001547D9" w:rsidR="001547D9" w:rsidP="001547D9" w:rsidRDefault="001547D9" w14:paraId="36DC1B5D" w14:textId="5E338A20">
            <w:pPr>
              <w:pStyle w:val="Akapitzlist"/>
              <w:spacing w:after="0" w:line="240" w:lineRule="auto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1547D9">
              <w:rPr>
                <w:rFonts w:ascii="Corbel" w:hAnsi="Corbel"/>
                <w:sz w:val="24"/>
                <w:szCs w:val="24"/>
              </w:rPr>
              <w:t>Polityka pieniężna. Instrumenty polityki pieniężnej o charakterze ekonomicznym oraz administracyjnym. Polityka pieniężna a polityka fiskalna.</w:t>
            </w:r>
          </w:p>
          <w:p w:rsidRPr="001547D9" w:rsidR="001547D9" w:rsidP="001547D9" w:rsidRDefault="001547D9" w14:paraId="35127D20" w14:textId="7807722C">
            <w:pPr>
              <w:pStyle w:val="Akapitzlist"/>
              <w:spacing w:after="0" w:line="240" w:lineRule="auto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1547D9">
              <w:rPr>
                <w:rFonts w:ascii="Corbel" w:hAnsi="Corbel"/>
                <w:sz w:val="24"/>
                <w:szCs w:val="24"/>
              </w:rPr>
              <w:t>Definicja legalna banku. Bank centralny i banki komercyjne.</w:t>
            </w:r>
          </w:p>
          <w:p w:rsidRPr="001547D9" w:rsidR="001547D9" w:rsidP="001547D9" w:rsidRDefault="001547D9" w14:paraId="21571343" w14:textId="302364BB">
            <w:pPr>
              <w:pStyle w:val="Akapitzlist"/>
              <w:spacing w:after="0" w:line="240" w:lineRule="auto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1547D9">
              <w:rPr>
                <w:rFonts w:ascii="Corbel" w:hAnsi="Corbel"/>
                <w:sz w:val="24"/>
                <w:szCs w:val="24"/>
              </w:rPr>
              <w:t xml:space="preserve">Tworzenie i organizacja banków oraz oddziałów i przedstawicielstw banków (banki państwowe, spółdzielcze oraz w formie spółek akcyjnych). Dopuszczalne formy działalności bankowej na terytorium RP. </w:t>
            </w:r>
          </w:p>
          <w:p w:rsidRPr="001547D9" w:rsidR="001547D9" w:rsidP="001547D9" w:rsidRDefault="001547D9" w14:paraId="248AB4A1" w14:textId="50B408A1">
            <w:pPr>
              <w:pStyle w:val="Akapitzlist"/>
              <w:spacing w:after="0" w:line="240" w:lineRule="auto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1547D9">
              <w:rPr>
                <w:rFonts w:ascii="Corbel" w:hAnsi="Corbel"/>
                <w:sz w:val="24"/>
                <w:szCs w:val="24"/>
              </w:rPr>
              <w:t>Postępowanie naprawcze, likwidacja i upadłość banków.</w:t>
            </w:r>
          </w:p>
          <w:p w:rsidRPr="001547D9" w:rsidR="001547D9" w:rsidP="001547D9" w:rsidRDefault="001547D9" w14:paraId="78403C4F" w14:textId="37993D87">
            <w:pPr>
              <w:pStyle w:val="Akapitzlist"/>
              <w:spacing w:after="0" w:line="240" w:lineRule="auto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1547D9">
              <w:rPr>
                <w:rFonts w:ascii="Corbel" w:hAnsi="Corbel"/>
                <w:sz w:val="24"/>
                <w:szCs w:val="24"/>
              </w:rPr>
              <w:t>Szczególne uprawnienia i obowiązki banków.</w:t>
            </w:r>
          </w:p>
          <w:p w:rsidRPr="001547D9" w:rsidR="001547D9" w:rsidP="001547D9" w:rsidRDefault="001547D9" w14:paraId="535688E7" w14:textId="635D80A0">
            <w:pPr>
              <w:pStyle w:val="Akapitzlist"/>
              <w:spacing w:after="0" w:line="240" w:lineRule="auto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1547D9">
              <w:rPr>
                <w:rFonts w:ascii="Corbel" w:hAnsi="Corbel"/>
                <w:sz w:val="24"/>
                <w:szCs w:val="24"/>
              </w:rPr>
              <w:t xml:space="preserve">Europejska sieć bezpieczeństwa finansowego. </w:t>
            </w:r>
          </w:p>
          <w:p w:rsidR="0085747A" w:rsidP="001547D9" w:rsidRDefault="001547D9" w14:paraId="46172BC0" w14:textId="0DF62094">
            <w:pPr>
              <w:pStyle w:val="Akapitzlist"/>
              <w:spacing w:after="0" w:line="240" w:lineRule="auto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1547D9">
              <w:rPr>
                <w:rFonts w:ascii="Corbel" w:hAnsi="Corbel"/>
                <w:sz w:val="24"/>
                <w:szCs w:val="24"/>
              </w:rPr>
              <w:t>tandardy Bazylejskiego Komitetu Nadzoru Bankowego.</w:t>
            </w:r>
          </w:p>
          <w:p w:rsidRPr="001547D9" w:rsidR="001547D9" w:rsidP="001547D9" w:rsidRDefault="001547D9" w14:paraId="462C4647" w14:textId="2779D819">
            <w:pPr>
              <w:pStyle w:val="Akapitzlist"/>
              <w:spacing w:after="0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1547D9">
              <w:rPr>
                <w:rFonts w:ascii="Corbel" w:hAnsi="Corbel"/>
                <w:sz w:val="24"/>
                <w:szCs w:val="24"/>
              </w:rPr>
              <w:t>Europejski System Banków Centralnych. Europejski Bank Centralny.</w:t>
            </w:r>
          </w:p>
          <w:p w:rsidRPr="001547D9" w:rsidR="001547D9" w:rsidP="001547D9" w:rsidRDefault="001547D9" w14:paraId="2B90DFF2" w14:textId="77777777">
            <w:pPr>
              <w:spacing w:after="0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1547D9">
              <w:rPr>
                <w:rFonts w:ascii="Corbel" w:hAnsi="Corbel"/>
                <w:sz w:val="24"/>
                <w:szCs w:val="24"/>
              </w:rPr>
              <w:t>Narodowy Bank Polski jako bank centralny. Status ustrojowy NBP.</w:t>
            </w:r>
          </w:p>
          <w:p w:rsidRPr="001547D9" w:rsidR="001547D9" w:rsidP="001547D9" w:rsidRDefault="001547D9" w14:paraId="6FEC0BB2" w14:textId="77777777">
            <w:pPr>
              <w:spacing w:after="0" w:line="240" w:lineRule="auto"/>
              <w:ind w:left="59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547D9">
              <w:rPr>
                <w:rFonts w:ascii="Corbel" w:hAnsi="Corbel"/>
                <w:sz w:val="24"/>
                <w:szCs w:val="24"/>
              </w:rPr>
              <w:t>Cele i zadania NBP.</w:t>
            </w:r>
          </w:p>
          <w:p w:rsidRPr="001547D9" w:rsidR="001547D9" w:rsidP="001547D9" w:rsidRDefault="001547D9" w14:paraId="4D89A220" w14:textId="77777777">
            <w:pPr>
              <w:spacing w:after="0" w:line="240" w:lineRule="auto"/>
              <w:ind w:left="59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547D9">
              <w:rPr>
                <w:rFonts w:ascii="Corbel" w:hAnsi="Corbel"/>
                <w:sz w:val="24"/>
                <w:szCs w:val="24"/>
              </w:rPr>
              <w:t>Organy NBP- status prawny i kompetencje.</w:t>
            </w:r>
          </w:p>
          <w:p w:rsidRPr="001547D9" w:rsidR="001547D9" w:rsidP="001547D9" w:rsidRDefault="001547D9" w14:paraId="341D8635" w14:textId="77777777">
            <w:pPr>
              <w:spacing w:after="0" w:line="240" w:lineRule="auto"/>
              <w:ind w:left="59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547D9">
              <w:rPr>
                <w:rFonts w:ascii="Corbel" w:hAnsi="Corbel"/>
                <w:sz w:val="24"/>
                <w:szCs w:val="24"/>
              </w:rPr>
              <w:t>Cele i zakres nadzoru sprawowanego przez Komisję Nadzoru Finansowego nad sektorem bankowym.</w:t>
            </w:r>
          </w:p>
          <w:p w:rsidRPr="001547D9" w:rsidR="001547D9" w:rsidP="001547D9" w:rsidRDefault="001547D9" w14:paraId="6BB27E43" w14:textId="77777777">
            <w:pPr>
              <w:spacing w:after="0" w:line="240" w:lineRule="auto"/>
              <w:ind w:left="59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547D9">
              <w:rPr>
                <w:rFonts w:ascii="Corbel" w:hAnsi="Corbel"/>
                <w:sz w:val="24"/>
                <w:szCs w:val="24"/>
              </w:rPr>
              <w:t>Status Komisji Nadzoru Finansowego.</w:t>
            </w:r>
          </w:p>
          <w:p w:rsidRPr="001547D9" w:rsidR="001547D9" w:rsidP="001547D9" w:rsidRDefault="001547D9" w14:paraId="39A2B678" w14:textId="77777777">
            <w:pPr>
              <w:spacing w:after="0" w:line="240" w:lineRule="auto"/>
              <w:ind w:left="59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547D9">
              <w:rPr>
                <w:rFonts w:ascii="Corbel" w:hAnsi="Corbel"/>
                <w:sz w:val="24"/>
                <w:szCs w:val="24"/>
              </w:rPr>
              <w:t>Kompetencje i skład Komisji Nadzoru Finansowego.</w:t>
            </w:r>
          </w:p>
          <w:p w:rsidRPr="001547D9" w:rsidR="001547D9" w:rsidP="001547D9" w:rsidRDefault="001547D9" w14:paraId="323EE340" w14:textId="77777777">
            <w:pPr>
              <w:spacing w:after="0" w:line="240" w:lineRule="auto"/>
              <w:ind w:left="59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547D9">
              <w:rPr>
                <w:rFonts w:ascii="Corbel" w:hAnsi="Corbel"/>
                <w:sz w:val="24"/>
                <w:szCs w:val="24"/>
              </w:rPr>
              <w:lastRenderedPageBreak/>
              <w:t>Bankowy Fundusz Gwarancyjny- istota, struktura organizacyjna.</w:t>
            </w:r>
          </w:p>
          <w:p w:rsidRPr="001547D9" w:rsidR="001547D9" w:rsidP="001547D9" w:rsidRDefault="001547D9" w14:paraId="31A0D6EF" w14:textId="77777777">
            <w:pPr>
              <w:spacing w:after="0" w:line="240" w:lineRule="auto"/>
              <w:ind w:left="59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547D9">
              <w:rPr>
                <w:rFonts w:ascii="Corbel" w:hAnsi="Corbel"/>
                <w:sz w:val="24"/>
                <w:szCs w:val="24"/>
              </w:rPr>
              <w:t>Obowiązkowy system gwarantowania środków pieniężnych.</w:t>
            </w:r>
          </w:p>
          <w:p w:rsidRPr="009C54AE" w:rsidR="001547D9" w:rsidP="001547D9" w:rsidRDefault="001547D9" w14:paraId="539EC55C" w14:textId="026249A6">
            <w:pPr>
              <w:pStyle w:val="Akapitzlist"/>
              <w:spacing w:after="0" w:line="240" w:lineRule="auto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1547D9">
              <w:rPr>
                <w:rFonts w:ascii="Corbel" w:hAnsi="Corbel"/>
                <w:sz w:val="24"/>
                <w:szCs w:val="24"/>
              </w:rPr>
              <w:t>Przymusowa restrukturyzacja.</w:t>
            </w:r>
          </w:p>
        </w:tc>
      </w:tr>
    </w:tbl>
    <w:p w:rsidRPr="009C54AE" w:rsidR="0085747A" w:rsidP="009C54AE" w:rsidRDefault="0085747A" w14:paraId="3AE70A8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4C8B94A4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BDE7071" w:rsidR="009F4610">
        <w:rPr>
          <w:rFonts w:ascii="Corbel" w:hAnsi="Corbel"/>
          <w:caps w:val="0"/>
          <w:smallCaps w:val="0"/>
        </w:rPr>
        <w:t>3.4 Metody dydaktyczne</w:t>
      </w:r>
      <w:r w:rsidRPr="0BDE7071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Pr="009C54AE" w:rsidR="0085747A" w:rsidP="009C54AE" w:rsidRDefault="0085747A" w14:paraId="0D743D8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E7059" w:rsidR="00BE7059" w:rsidP="00BE7059" w:rsidRDefault="00BE7059" w14:paraId="4C5CB65A" w14:textId="2B11CC0E">
      <w:pPr>
        <w:rPr>
          <w:rFonts w:ascii="Corbel" w:hAnsi="Corbel"/>
          <w:bCs/>
          <w:sz w:val="24"/>
          <w:szCs w:val="24"/>
        </w:rPr>
      </w:pPr>
      <w:r w:rsidRPr="0BDE7071" w:rsidR="00BE7059">
        <w:rPr>
          <w:rFonts w:ascii="Corbel" w:hAnsi="Corbel"/>
          <w:sz w:val="24"/>
          <w:szCs w:val="24"/>
        </w:rPr>
        <w:t>Konwersatoria prowadzone z użyciem zróżnicowanych metod dydaktycznych, np. rozwiązywanie kazusów wraz z analizą poprawnych odpowiedzi, dyskusja, praca w grupach i w parach-omawianie rezultatów i wskazywanie wniosków.</w:t>
      </w:r>
    </w:p>
    <w:p w:rsidRPr="009C54AE" w:rsidR="0085747A" w:rsidP="009C54AE" w:rsidRDefault="00C61DC5" w14:paraId="5EFC413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E5F9CA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5095DD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361597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Pr="009C54AE" w:rsidR="0085747A" w:rsidTr="00C05F44" w14:paraId="1DF1DEDA" w14:textId="77777777">
        <w:tc>
          <w:tcPr>
            <w:tcW w:w="1985" w:type="dxa"/>
            <w:vAlign w:val="center"/>
          </w:tcPr>
          <w:p w:rsidRPr="009C54AE" w:rsidR="0085747A" w:rsidP="009C54AE" w:rsidRDefault="0071620A" w14:paraId="58B227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45915BD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747C33F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5BE1AEA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7BF5C0C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24AFE6DF" w14:textId="77777777">
        <w:tc>
          <w:tcPr>
            <w:tcW w:w="1985" w:type="dxa"/>
          </w:tcPr>
          <w:p w:rsidRPr="009C54AE" w:rsidR="0085747A" w:rsidP="009C54AE" w:rsidRDefault="0085747A" w14:paraId="62FF002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BE7059" w:rsidR="0085747A" w:rsidP="009C54AE" w:rsidRDefault="00BE7059" w14:paraId="6BB693EA" w14:textId="5300A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7059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:rsidRPr="009C54AE" w:rsidR="0085747A" w:rsidP="009C54AE" w:rsidRDefault="00805DC1" w14:paraId="5655627B" w14:textId="701605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85747A" w:rsidTr="00BE7059" w14:paraId="7C40F37F" w14:textId="77777777">
        <w:trPr>
          <w:trHeight w:val="135"/>
        </w:trPr>
        <w:tc>
          <w:tcPr>
            <w:tcW w:w="1985" w:type="dxa"/>
          </w:tcPr>
          <w:p w:rsidRPr="009C54AE" w:rsidR="0085747A" w:rsidP="009C54AE" w:rsidRDefault="0085747A" w14:paraId="0B38B8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85747A" w:rsidP="009C54AE" w:rsidRDefault="00BE7059" w14:paraId="1A1853BF" w14:textId="12FDAF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7059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:rsidRPr="009C54AE" w:rsidR="0085747A" w:rsidP="009C54AE" w:rsidRDefault="00805DC1" w14:paraId="325183FB" w14:textId="413C24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BE7059" w:rsidTr="00BE7059" w14:paraId="5E3707C8" w14:textId="77777777">
        <w:trPr>
          <w:trHeight w:val="180"/>
        </w:trPr>
        <w:tc>
          <w:tcPr>
            <w:tcW w:w="1985" w:type="dxa"/>
          </w:tcPr>
          <w:p w:rsidRPr="009C54AE" w:rsidR="00BE7059" w:rsidP="009C54AE" w:rsidRDefault="00BE7059" w14:paraId="7FE275C3" w14:textId="7FC358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9C54AE" w:rsidR="00BE7059" w:rsidP="009C54AE" w:rsidRDefault="00BE7059" w14:paraId="2DCCC582" w14:textId="2938BB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7059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:rsidRPr="009C54AE" w:rsidR="00BE7059" w:rsidP="009C54AE" w:rsidRDefault="00805DC1" w14:paraId="23C1D5E2" w14:textId="3B481F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BE7059" w:rsidTr="00BE7059" w14:paraId="7AE0EFA8" w14:textId="77777777">
        <w:trPr>
          <w:trHeight w:val="128"/>
        </w:trPr>
        <w:tc>
          <w:tcPr>
            <w:tcW w:w="1985" w:type="dxa"/>
          </w:tcPr>
          <w:p w:rsidRPr="009C54AE" w:rsidR="00BE7059" w:rsidP="009C54AE" w:rsidRDefault="00BE7059" w14:paraId="77180956" w14:textId="7B510B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9C54AE" w:rsidR="00BE7059" w:rsidP="009C54AE" w:rsidRDefault="00805DC1" w14:paraId="702B15B6" w14:textId="52FA8F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BE7059" w:rsidP="009C54AE" w:rsidRDefault="00805DC1" w14:paraId="3FECCF7E" w14:textId="58EB0A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BE7059" w:rsidTr="00BE7059" w14:paraId="059A2677" w14:textId="77777777">
        <w:trPr>
          <w:trHeight w:val="128"/>
        </w:trPr>
        <w:tc>
          <w:tcPr>
            <w:tcW w:w="1985" w:type="dxa"/>
          </w:tcPr>
          <w:p w:rsidRPr="009C54AE" w:rsidR="00BE7059" w:rsidP="009C54AE" w:rsidRDefault="00BE7059" w14:paraId="28E40F0B" w14:textId="4E3CB9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9C54AE" w:rsidR="00BE7059" w:rsidP="009C54AE" w:rsidRDefault="00805DC1" w14:paraId="5021DC8B" w14:textId="27C8F7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BE7059" w:rsidP="009C54AE" w:rsidRDefault="00805DC1" w14:paraId="3E16A3E4" w14:textId="4C031D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BE7059" w:rsidTr="00BE7059" w14:paraId="262CAE32" w14:textId="77777777">
        <w:trPr>
          <w:trHeight w:val="150"/>
        </w:trPr>
        <w:tc>
          <w:tcPr>
            <w:tcW w:w="1985" w:type="dxa"/>
          </w:tcPr>
          <w:p w:rsidRPr="009C54AE" w:rsidR="00BE7059" w:rsidP="009C54AE" w:rsidRDefault="00BE7059" w14:paraId="4052BCE1" w14:textId="5E4FC03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Pr="009C54AE" w:rsidR="00BE7059" w:rsidP="009C54AE" w:rsidRDefault="00805DC1" w14:paraId="4124CFCA" w14:textId="63C1B8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BE7059" w:rsidP="009C54AE" w:rsidRDefault="00805DC1" w14:paraId="3C44603C" w14:textId="2E972E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BE7059" w:rsidTr="00BE7059" w14:paraId="430F6E77" w14:textId="77777777">
        <w:trPr>
          <w:trHeight w:val="128"/>
        </w:trPr>
        <w:tc>
          <w:tcPr>
            <w:tcW w:w="1985" w:type="dxa"/>
          </w:tcPr>
          <w:p w:rsidRPr="009C54AE" w:rsidR="00BE7059" w:rsidP="009C54AE" w:rsidRDefault="00BE7059" w14:paraId="136ECF48" w14:textId="75B22A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Pr="009C54AE" w:rsidR="00BE7059" w:rsidP="009C54AE" w:rsidRDefault="00BE7059" w14:paraId="1D12BCB3" w14:textId="2143F3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:rsidRPr="009C54AE" w:rsidR="00BE7059" w:rsidP="009C54AE" w:rsidRDefault="00805DC1" w14:paraId="72DDD3B3" w14:textId="78E943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BE7059" w:rsidTr="00C05F44" w14:paraId="1EFCBC80" w14:textId="77777777">
        <w:trPr>
          <w:trHeight w:val="150"/>
        </w:trPr>
        <w:tc>
          <w:tcPr>
            <w:tcW w:w="1985" w:type="dxa"/>
          </w:tcPr>
          <w:p w:rsidRPr="009C54AE" w:rsidR="00BE7059" w:rsidP="009C54AE" w:rsidRDefault="00BE7059" w14:paraId="7CF96156" w14:textId="0A644C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Pr="009C54AE" w:rsidR="00BE7059" w:rsidP="009C54AE" w:rsidRDefault="00805DC1" w14:paraId="0618180E" w14:textId="19D4A7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BE7059" w:rsidP="009C54AE" w:rsidRDefault="00805DC1" w14:paraId="655F95A5" w14:textId="27D37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Pr="009C54AE" w:rsidR="00923D7D" w:rsidP="009C54AE" w:rsidRDefault="00923D7D" w14:paraId="62CA3BA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35E904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DD249F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3CC6EDC2" w14:paraId="4BED0F1E" w14:textId="77777777">
        <w:tc>
          <w:tcPr>
            <w:tcW w:w="9670" w:type="dxa"/>
            <w:tcMar/>
          </w:tcPr>
          <w:p w:rsidRPr="009C54AE" w:rsidR="0085747A" w:rsidP="009C54AE" w:rsidRDefault="0085747A" w14:paraId="676B5AF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809D15F" w:rsidP="3CC6EDC2" w:rsidRDefault="0809D15F" w14:paraId="0619602C" w14:textId="0B9B592E">
            <w:pPr>
              <w:jc w:val="both"/>
            </w:pPr>
            <w:r w:rsidRPr="3CC6EDC2" w:rsidR="0809D15F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Warunkiem zaliczenia jest uzyskania pozytywnej oceny</w:t>
            </w:r>
            <w:r w:rsidRPr="3CC6EDC2" w:rsidR="0809D15F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. Zaliczenie ma formę pisemną lub ustną i polega na odpowiedzi na zadane pytana. Zaliczenie zawierać może pytania testowe, otwarte oraz problemy do rozwiązania.</w:t>
            </w:r>
            <w:r w:rsidRPr="3CC6EDC2" w:rsidR="0809D15F">
              <w:rPr>
                <w:rFonts w:ascii="Times New Roman" w:hAnsi="Times New Roman" w:eastAsia="Times New Roman" w:cs="Times New Roman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  <w:r w:rsidRPr="3CC6EDC2" w:rsidR="0809D15F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Uzyskanie oceny pozytywnej wymaga udzielenia poprawnych odpowiedzi na ponad 50% pytań. Zaliczenie trwa łącznie 1 godzinę zegarową. W wypadku zaliczenia ustnego – 3 pytania zadawane przez egzaminatora.</w:t>
            </w:r>
            <w:r w:rsidRPr="3CC6EDC2" w:rsidR="0809D15F">
              <w:rPr>
                <w:rFonts w:ascii="Corbel" w:hAnsi="Corbel" w:eastAsia="Corbel" w:cs="Corbel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  <w:r w:rsidRPr="3CC6EDC2" w:rsidR="0809D15F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 </w:t>
            </w:r>
          </w:p>
          <w:p w:rsidR="0809D15F" w:rsidP="3CC6EDC2" w:rsidRDefault="0809D15F" w14:paraId="15D74399" w14:textId="153E4F5E">
            <w:pPr>
              <w:pStyle w:val="Punktygwne"/>
            </w:pPr>
            <w:r w:rsidRPr="3CC6EDC2" w:rsidR="0809D15F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</w:p>
          <w:p w:rsidR="3CC6EDC2" w:rsidP="3CC6EDC2" w:rsidRDefault="3CC6EDC2" w14:paraId="6C0F3A1B" w14:textId="1710A510">
            <w:pPr>
              <w:pStyle w:val="Normalny"/>
              <w:spacing w:after="0" w:line="240" w:lineRule="auto"/>
              <w:rPr>
                <w:rFonts w:ascii="Calibri" w:hAnsi="Calibri" w:eastAsia="Calibri" w:cs="Times New Roman"/>
                <w:sz w:val="22"/>
                <w:szCs w:val="22"/>
              </w:rPr>
            </w:pPr>
          </w:p>
          <w:p w:rsidRPr="009C54AE" w:rsidR="0085747A" w:rsidP="0BDE7071" w:rsidRDefault="0085747A" w14:paraId="07FE9028" w14:noSpellErr="1" w14:textId="4F34D924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6069E1C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906FD4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7C30A91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6DD8F549" w14:textId="77777777">
        <w:tc>
          <w:tcPr>
            <w:tcW w:w="4962" w:type="dxa"/>
            <w:vAlign w:val="center"/>
          </w:tcPr>
          <w:p w:rsidRPr="009C54AE" w:rsidR="0085747A" w:rsidP="009C54AE" w:rsidRDefault="00C61DC5" w14:paraId="71D4F9E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128405A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17740589" w14:textId="77777777">
        <w:tc>
          <w:tcPr>
            <w:tcW w:w="4962" w:type="dxa"/>
          </w:tcPr>
          <w:p w:rsidRPr="009C54AE" w:rsidR="0085747A" w:rsidP="009C54AE" w:rsidRDefault="00C61DC5" w14:paraId="3746DEC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805DC1" w14:paraId="34DCD8C0" w14:textId="36C8BD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9C54AE" w:rsidR="00C61DC5" w:rsidTr="00923D7D" w14:paraId="248E920D" w14:textId="77777777">
        <w:tc>
          <w:tcPr>
            <w:tcW w:w="4962" w:type="dxa"/>
          </w:tcPr>
          <w:p w:rsidRPr="009C54AE" w:rsidR="00C61DC5" w:rsidP="009C54AE" w:rsidRDefault="00C61DC5" w14:paraId="59050CB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31C4DDC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805DC1" w14:paraId="687D28AE" w14:textId="75A551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2EFFAD1E" w14:textId="77777777">
        <w:tc>
          <w:tcPr>
            <w:tcW w:w="4962" w:type="dxa"/>
          </w:tcPr>
          <w:p w:rsidRPr="009C54AE" w:rsidR="0071620A" w:rsidP="009C54AE" w:rsidRDefault="00C61DC5" w14:paraId="0C85B35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003E20C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805DC1" w14:paraId="6A7BEB53" w14:textId="7FCB35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9C54AE" w:rsidR="0085747A" w:rsidTr="00923D7D" w14:paraId="18C09EB9" w14:textId="77777777">
        <w:tc>
          <w:tcPr>
            <w:tcW w:w="4962" w:type="dxa"/>
          </w:tcPr>
          <w:p w:rsidRPr="009C54AE" w:rsidR="0085747A" w:rsidP="009C54AE" w:rsidRDefault="0085747A" w14:paraId="21A1113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805DC1" w14:paraId="3B1E6976" w14:textId="229177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Pr="009C54AE" w:rsidR="0085747A" w:rsidTr="00923D7D" w14:paraId="6E365F94" w14:textId="77777777">
        <w:tc>
          <w:tcPr>
            <w:tcW w:w="4962" w:type="dxa"/>
          </w:tcPr>
          <w:p w:rsidRPr="009C54AE" w:rsidR="0085747A" w:rsidP="009C54AE" w:rsidRDefault="0085747A" w14:paraId="3095E44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805DC1" w14:paraId="0163D6DC" w14:textId="4E1E2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36FDB0AC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3D6F77E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78577BF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4F3C4CA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1318BC3D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5756C33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05DC1" w14:paraId="368B250A" w14:textId="4196C7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71620A" w14:paraId="2EEF3170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36FA2E3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805DC1" w14:paraId="36CB43A7" w14:textId="5065E4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2948726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5B589AC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713780B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805DC1" w:rsidR="00805DC1" w:rsidTr="0BDE7071" w14:paraId="279E5A91" w14:textId="77777777">
        <w:trPr>
          <w:trHeight w:val="397"/>
        </w:trPr>
        <w:tc>
          <w:tcPr>
            <w:tcW w:w="7513" w:type="dxa"/>
            <w:tcMar/>
          </w:tcPr>
          <w:p w:rsidRPr="00805DC1" w:rsidR="00805DC1" w:rsidP="0BDE7071" w:rsidRDefault="00805DC1" w14:paraId="073EB848" w14:textId="77777777" w14:noSpellErr="1">
            <w:pPr>
              <w:spacing w:before="240" w:after="0" w:line="240" w:lineRule="auto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BDE7071" w:rsidR="6A0ED0AD">
              <w:rPr>
                <w:rFonts w:ascii="Corbel" w:hAnsi="Corbel"/>
                <w:b w:val="1"/>
                <w:bCs w:val="1"/>
                <w:sz w:val="24"/>
                <w:szCs w:val="24"/>
              </w:rPr>
              <w:t xml:space="preserve">Literatura podstawowa: </w:t>
            </w:r>
          </w:p>
          <w:p w:rsidRPr="00805DC1" w:rsidR="00805DC1" w:rsidP="00805DC1" w:rsidRDefault="00805DC1" w14:paraId="0C304AD9" w14:textId="77777777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805DC1">
              <w:rPr>
                <w:rFonts w:ascii="Corbel" w:hAnsi="Corbel"/>
                <w:sz w:val="24"/>
                <w:szCs w:val="24"/>
              </w:rPr>
              <w:t>W. Miemiec (red.), Prawo finansów publicznych z pytaniami i kazusami, Warszawa 2020 (rozdz. IX),</w:t>
            </w:r>
          </w:p>
          <w:p w:rsidRPr="00805DC1" w:rsidR="00805DC1" w:rsidP="00805DC1" w:rsidRDefault="00805DC1" w14:paraId="33B40C26" w14:textId="77777777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805DC1">
              <w:rPr>
                <w:rFonts w:ascii="Corbel" w:hAnsi="Corbel"/>
                <w:sz w:val="24"/>
                <w:szCs w:val="24"/>
              </w:rPr>
              <w:t xml:space="preserve">Z. </w:t>
            </w:r>
            <w:proofErr w:type="spellStart"/>
            <w:r w:rsidRPr="00805DC1">
              <w:rPr>
                <w:rFonts w:ascii="Corbel" w:hAnsi="Corbel"/>
                <w:sz w:val="24"/>
                <w:szCs w:val="24"/>
              </w:rPr>
              <w:t>Ofiarski</w:t>
            </w:r>
            <w:proofErr w:type="spellEnd"/>
            <w:r w:rsidRPr="00805DC1">
              <w:rPr>
                <w:rFonts w:ascii="Corbel" w:hAnsi="Corbel"/>
                <w:sz w:val="24"/>
                <w:szCs w:val="24"/>
              </w:rPr>
              <w:t xml:space="preserve"> (red.), Prawo bankowe, Warszawa 2017.</w:t>
            </w:r>
          </w:p>
          <w:p w:rsidRPr="00805DC1" w:rsidR="00805DC1" w:rsidP="00805DC1" w:rsidRDefault="00805DC1" w14:paraId="1D42D2D1" w14:textId="77777777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Pr="00805DC1" w:rsidR="00805DC1" w:rsidTr="0BDE7071" w14:paraId="38512FE7" w14:textId="77777777">
        <w:trPr>
          <w:trHeight w:val="397"/>
        </w:trPr>
        <w:tc>
          <w:tcPr>
            <w:tcW w:w="7513" w:type="dxa"/>
            <w:tcMar/>
          </w:tcPr>
          <w:p w:rsidR="00805DC1" w:rsidP="0BDE7071" w:rsidRDefault="00805DC1" w14:paraId="010540D3" w14:textId="6044B56B" w14:noSpellErr="1">
            <w:pPr>
              <w:spacing w:after="0" w:line="240" w:lineRule="auto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BDE7071" w:rsidR="6A0ED0AD">
              <w:rPr>
                <w:rFonts w:ascii="Corbel" w:hAnsi="Corbel"/>
                <w:b w:val="1"/>
                <w:bCs w:val="1"/>
                <w:sz w:val="24"/>
                <w:szCs w:val="24"/>
              </w:rPr>
              <w:t>Literatura uzupełniająca:</w:t>
            </w:r>
          </w:p>
          <w:p w:rsidR="0BDE7071" w:rsidP="0BDE7071" w:rsidRDefault="0BDE7071" w14:paraId="03BEAFC8" w14:textId="45127F3C">
            <w:pPr>
              <w:pStyle w:val="Normalny"/>
              <w:spacing w:after="0" w:line="240" w:lineRule="auto"/>
              <w:rPr>
                <w:rFonts w:ascii="Calibri" w:hAnsi="Calibri" w:eastAsia="Calibri" w:cs="Times New Roman"/>
                <w:b w:val="1"/>
                <w:bCs w:val="1"/>
                <w:sz w:val="22"/>
                <w:szCs w:val="22"/>
              </w:rPr>
            </w:pPr>
          </w:p>
          <w:p w:rsidRPr="00805DC1" w:rsidR="00805DC1" w:rsidP="00805DC1" w:rsidRDefault="00805DC1" w14:paraId="46F0A150" w14:textId="4782E80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M. Sagan, Tajemnica bankowa a prawo do prywatności w prawie polskim, Rzeszów 2021,</w:t>
            </w:r>
          </w:p>
          <w:p w:rsidRPr="00805DC1" w:rsidR="00805DC1" w:rsidP="00805DC1" w:rsidRDefault="00805DC1" w14:paraId="4194917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Pr="00805DC1" w:rsidR="00805DC1" w:rsidP="00805DC1" w:rsidRDefault="00805DC1" w14:paraId="7B9CEED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5DC1">
              <w:rPr>
                <w:rFonts w:ascii="Corbel" w:hAnsi="Corbel"/>
                <w:sz w:val="24"/>
                <w:szCs w:val="24"/>
              </w:rPr>
              <w:t>P. Szczęśniak, Środki przymusowej restrukturyzacji banku, Warszawa 2018,</w:t>
            </w:r>
          </w:p>
          <w:p w:rsidRPr="00805DC1" w:rsidR="00805DC1" w:rsidP="00805DC1" w:rsidRDefault="00805DC1" w14:paraId="4E82F83B" w14:textId="77777777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805DC1">
              <w:rPr>
                <w:rFonts w:ascii="Corbel" w:hAnsi="Corbel"/>
                <w:sz w:val="24"/>
                <w:szCs w:val="24"/>
              </w:rPr>
              <w:t>P. Zawadzka, Modele nadzoru rynku finansowego. Aspekty prawne, Warszawa 2017,</w:t>
            </w:r>
          </w:p>
          <w:p w:rsidRPr="00805DC1" w:rsidR="00805DC1" w:rsidP="00805DC1" w:rsidRDefault="00805DC1" w14:paraId="1179D8B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Pr="00805DC1" w:rsidR="00805DC1" w:rsidP="00805DC1" w:rsidRDefault="00805DC1" w14:paraId="0A7B797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5DC1">
              <w:rPr>
                <w:rFonts w:ascii="Corbel" w:hAnsi="Corbel"/>
                <w:sz w:val="24"/>
                <w:szCs w:val="24"/>
              </w:rPr>
              <w:t xml:space="preserve">Regulacja publicznoprawna rynku finansowego (rozdz. XIII) [w:] Prawo gospodarcze. Zagadnienia administracyjnoprawne, H. Gronkiewicz-Waltz (red.), M. Wierzbowski (red.), Banasiński C., </w:t>
            </w:r>
            <w:proofErr w:type="spellStart"/>
            <w:r w:rsidRPr="00805DC1">
              <w:rPr>
                <w:rFonts w:ascii="Corbel" w:hAnsi="Corbel"/>
                <w:sz w:val="24"/>
                <w:szCs w:val="24"/>
              </w:rPr>
              <w:t>Glibowski</w:t>
            </w:r>
            <w:proofErr w:type="spellEnd"/>
            <w:r w:rsidRPr="00805DC1">
              <w:rPr>
                <w:rFonts w:ascii="Corbel" w:hAnsi="Corbel"/>
                <w:sz w:val="24"/>
                <w:szCs w:val="24"/>
              </w:rPr>
              <w:t xml:space="preserve"> K., Kaszubski R., Jaroszyński K., wydanie 3 zmienione, </w:t>
            </w:r>
            <w:proofErr w:type="spellStart"/>
            <w:r w:rsidRPr="00805DC1">
              <w:rPr>
                <w:rFonts w:ascii="Corbel" w:hAnsi="Corbel"/>
                <w:sz w:val="24"/>
                <w:szCs w:val="24"/>
              </w:rPr>
              <w:t>LexisNexis</w:t>
            </w:r>
            <w:proofErr w:type="spellEnd"/>
            <w:r w:rsidRPr="00805DC1">
              <w:rPr>
                <w:rFonts w:ascii="Corbel" w:hAnsi="Corbel"/>
                <w:sz w:val="24"/>
                <w:szCs w:val="24"/>
              </w:rPr>
              <w:t>, Warszawa 2013,</w:t>
            </w:r>
          </w:p>
          <w:p w:rsidRPr="00805DC1" w:rsidR="00805DC1" w:rsidP="00805DC1" w:rsidRDefault="00805DC1" w14:paraId="3DEF785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Pr="00805DC1" w:rsidR="00805DC1" w:rsidP="00805DC1" w:rsidRDefault="00805DC1" w14:paraId="26E763B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5DC1">
              <w:rPr>
                <w:rFonts w:ascii="Corbel" w:hAnsi="Corbel"/>
                <w:sz w:val="24"/>
                <w:szCs w:val="24"/>
              </w:rPr>
              <w:t>R. Sura, Bankowy Fundusz Gwarancyjny jako podmiot administrujący, Lublin 2013,</w:t>
            </w:r>
          </w:p>
          <w:p w:rsidRPr="00805DC1" w:rsidR="00805DC1" w:rsidP="00805DC1" w:rsidRDefault="00805DC1" w14:paraId="15EA18D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Pr="00805DC1" w:rsidR="00805DC1" w:rsidP="00805DC1" w:rsidRDefault="00805DC1" w14:paraId="50C88989" w14:textId="77777777">
            <w:pPr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805DC1">
              <w:rPr>
                <w:rFonts w:ascii="Corbel" w:hAnsi="Corbel"/>
                <w:iCs/>
                <w:color w:val="000000"/>
                <w:sz w:val="24"/>
                <w:szCs w:val="24"/>
              </w:rPr>
              <w:lastRenderedPageBreak/>
              <w:t xml:space="preserve">A. </w:t>
            </w:r>
            <w:proofErr w:type="spellStart"/>
            <w:r w:rsidRPr="00805DC1">
              <w:rPr>
                <w:rFonts w:ascii="Corbel" w:hAnsi="Corbel"/>
                <w:iCs/>
                <w:color w:val="000000"/>
                <w:sz w:val="24"/>
                <w:szCs w:val="24"/>
              </w:rPr>
              <w:t>Mikos</w:t>
            </w:r>
            <w:proofErr w:type="spellEnd"/>
            <w:r w:rsidRPr="00805DC1">
              <w:rPr>
                <w:rFonts w:ascii="Corbel" w:hAnsi="Corbel"/>
                <w:iCs/>
                <w:color w:val="000000"/>
                <w:sz w:val="24"/>
                <w:szCs w:val="24"/>
              </w:rPr>
              <w:t>, Ustrojowa pozycja banku centralnego w Polsce, Warszawa 2006.</w:t>
            </w:r>
          </w:p>
        </w:tc>
      </w:tr>
    </w:tbl>
    <w:p w:rsidRPr="009C54AE" w:rsidR="0085747A" w:rsidP="009C54AE" w:rsidRDefault="0085747A" w14:paraId="12FEB1D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4FF9EB9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41CFA8D7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B1BA2" w:rsidP="00C16ABF" w:rsidRDefault="00EB1BA2" w14:paraId="5E3A8CF2" w14:textId="77777777">
      <w:pPr>
        <w:spacing w:after="0" w:line="240" w:lineRule="auto"/>
      </w:pPr>
      <w:r>
        <w:separator/>
      </w:r>
    </w:p>
  </w:endnote>
  <w:endnote w:type="continuationSeparator" w:id="0">
    <w:p w:rsidR="00EB1BA2" w:rsidP="00C16ABF" w:rsidRDefault="00EB1BA2" w14:paraId="73CDA2C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B1BA2" w:rsidP="00C16ABF" w:rsidRDefault="00EB1BA2" w14:paraId="539A733A" w14:textId="77777777">
      <w:pPr>
        <w:spacing w:after="0" w:line="240" w:lineRule="auto"/>
      </w:pPr>
      <w:r>
        <w:separator/>
      </w:r>
    </w:p>
  </w:footnote>
  <w:footnote w:type="continuationSeparator" w:id="0">
    <w:p w:rsidR="00EB1BA2" w:rsidP="00C16ABF" w:rsidRDefault="00EB1BA2" w14:paraId="1CA74973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1C2308E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37C57"/>
    <w:multiLevelType w:val="hybridMultilevel"/>
    <w:tmpl w:val="316C65F2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EC0AA3"/>
    <w:multiLevelType w:val="hybridMultilevel"/>
    <w:tmpl w:val="84EAA87C"/>
    <w:lvl w:ilvl="0" w:tplc="1C262E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16A9C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47D9"/>
    <w:rsid w:val="001640A7"/>
    <w:rsid w:val="00164FA7"/>
    <w:rsid w:val="00166A03"/>
    <w:rsid w:val="001718A7"/>
    <w:rsid w:val="001737CF"/>
    <w:rsid w:val="00176083"/>
    <w:rsid w:val="00192F37"/>
    <w:rsid w:val="00197D1E"/>
    <w:rsid w:val="001A70D2"/>
    <w:rsid w:val="001C623C"/>
    <w:rsid w:val="001D49B0"/>
    <w:rsid w:val="001D657B"/>
    <w:rsid w:val="001D7B54"/>
    <w:rsid w:val="001E0209"/>
    <w:rsid w:val="001E5566"/>
    <w:rsid w:val="001F2CA2"/>
    <w:rsid w:val="002144C0"/>
    <w:rsid w:val="0022477D"/>
    <w:rsid w:val="002278A9"/>
    <w:rsid w:val="002336F9"/>
    <w:rsid w:val="0024028F"/>
    <w:rsid w:val="00244ABC"/>
    <w:rsid w:val="00280EC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75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5B94"/>
    <w:rsid w:val="00482D43"/>
    <w:rsid w:val="004840FD"/>
    <w:rsid w:val="00490F7D"/>
    <w:rsid w:val="00491678"/>
    <w:rsid w:val="004968E2"/>
    <w:rsid w:val="004A3EEA"/>
    <w:rsid w:val="004A4D1F"/>
    <w:rsid w:val="004D5282"/>
    <w:rsid w:val="004F1551"/>
    <w:rsid w:val="004F2756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25EB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5DC1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646D"/>
    <w:rsid w:val="008D3DFB"/>
    <w:rsid w:val="008E64F4"/>
    <w:rsid w:val="008F12C9"/>
    <w:rsid w:val="008F6E29"/>
    <w:rsid w:val="00916188"/>
    <w:rsid w:val="00921B30"/>
    <w:rsid w:val="00923D7D"/>
    <w:rsid w:val="009449DC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F7E"/>
    <w:rsid w:val="00A84C85"/>
    <w:rsid w:val="00A97DE1"/>
    <w:rsid w:val="00AB053C"/>
    <w:rsid w:val="00AD1146"/>
    <w:rsid w:val="00AD27D3"/>
    <w:rsid w:val="00AD66D6"/>
    <w:rsid w:val="00AE1160"/>
    <w:rsid w:val="00AE203C"/>
    <w:rsid w:val="00AE26A0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7059"/>
    <w:rsid w:val="00BF2C41"/>
    <w:rsid w:val="00C058B4"/>
    <w:rsid w:val="00C05F44"/>
    <w:rsid w:val="00C131B5"/>
    <w:rsid w:val="00C16ABF"/>
    <w:rsid w:val="00C170AE"/>
    <w:rsid w:val="00C26CB7"/>
    <w:rsid w:val="00C324C1"/>
    <w:rsid w:val="00C35A4C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E22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FC5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BA2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6C35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09D15F"/>
    <w:rsid w:val="0B83E942"/>
    <w:rsid w:val="0BDE7071"/>
    <w:rsid w:val="1150A0B6"/>
    <w:rsid w:val="13237719"/>
    <w:rsid w:val="2F77E929"/>
    <w:rsid w:val="2FCFDD12"/>
    <w:rsid w:val="3CC6EDC2"/>
    <w:rsid w:val="3E678D19"/>
    <w:rsid w:val="429642DD"/>
    <w:rsid w:val="52B6579C"/>
    <w:rsid w:val="6A0ED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2F136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0E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0EC2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280EC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0EC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280EC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Świrgoń-Skok Renata</lastModifiedBy>
  <revision>13</revision>
  <lastPrinted>2019-02-06T12:12:00.0000000Z</lastPrinted>
  <dcterms:created xsi:type="dcterms:W3CDTF">2021-12-06T13:50:00.0000000Z</dcterms:created>
  <dcterms:modified xsi:type="dcterms:W3CDTF">2022-01-21T12:03:47.1886311Z</dcterms:modified>
</coreProperties>
</file>